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F3429A" w14:paraId="1AC42ABF" w14:textId="77777777" w:rsidTr="00050DA7">
        <w:tc>
          <w:tcPr>
            <w:tcW w:w="4428" w:type="dxa"/>
          </w:tcPr>
          <w:p w14:paraId="1D63C303" w14:textId="0F26ADB2" w:rsidR="000348ED" w:rsidRPr="00F3429A" w:rsidRDefault="005D05AC" w:rsidP="000D6ADA">
            <w:pPr>
              <w:tabs>
                <w:tab w:val="left" w:pos="851"/>
              </w:tabs>
            </w:pPr>
            <w:bookmarkStart w:id="0" w:name="_GoBack"/>
            <w:bookmarkEnd w:id="0"/>
            <w:r w:rsidRPr="00F3429A">
              <w:t>From:</w:t>
            </w:r>
            <w:r w:rsidRPr="00F3429A">
              <w:tab/>
            </w:r>
            <w:r w:rsidR="000D6ADA">
              <w:t>e-NAV</w:t>
            </w:r>
            <w:r w:rsidR="00543A41" w:rsidRPr="00F3429A">
              <w:t xml:space="preserve"> </w:t>
            </w:r>
            <w:r w:rsidRPr="00F3429A">
              <w:t>C</w:t>
            </w:r>
            <w:r w:rsidR="00050DA7" w:rsidRPr="00F3429A">
              <w:t>ommittee</w:t>
            </w:r>
          </w:p>
        </w:tc>
        <w:tc>
          <w:tcPr>
            <w:tcW w:w="5461" w:type="dxa"/>
          </w:tcPr>
          <w:p w14:paraId="173D03B6" w14:textId="1D8C6C65" w:rsidR="000348ED" w:rsidRPr="00F3429A" w:rsidRDefault="009B4067" w:rsidP="009B4067">
            <w:pPr>
              <w:jc w:val="right"/>
            </w:pPr>
            <w:r>
              <w:t>e-NAV</w:t>
            </w:r>
            <w:r w:rsidR="00650964">
              <w:t>/</w:t>
            </w:r>
            <w:r w:rsidR="003C0E66">
              <w:t>output</w:t>
            </w:r>
            <w:r w:rsidR="00650964">
              <w:t>/</w:t>
            </w:r>
            <w:r>
              <w:t>XX</w:t>
            </w:r>
          </w:p>
        </w:tc>
      </w:tr>
      <w:tr w:rsidR="000348ED" w:rsidRPr="00F3429A" w14:paraId="5549A57C" w14:textId="77777777" w:rsidTr="00050DA7">
        <w:tc>
          <w:tcPr>
            <w:tcW w:w="4428" w:type="dxa"/>
          </w:tcPr>
          <w:p w14:paraId="3413D2A2" w14:textId="55669AE1" w:rsidR="000348ED" w:rsidRDefault="005D05AC" w:rsidP="00543A41">
            <w:pPr>
              <w:tabs>
                <w:tab w:val="left" w:pos="851"/>
              </w:tabs>
            </w:pPr>
            <w:r w:rsidRPr="00F3429A">
              <w:t>To:</w:t>
            </w:r>
            <w:r w:rsidRPr="00F3429A">
              <w:tab/>
            </w:r>
            <w:r w:rsidR="000D6ADA">
              <w:t xml:space="preserve">ANM </w:t>
            </w:r>
            <w:r w:rsidR="00902AA4" w:rsidRPr="00F3429A">
              <w:t>Committee</w:t>
            </w:r>
          </w:p>
          <w:p w14:paraId="539927A1" w14:textId="77777777" w:rsidR="002E7923" w:rsidRDefault="000D6ADA" w:rsidP="00543A41">
            <w:pPr>
              <w:tabs>
                <w:tab w:val="left" w:pos="851"/>
              </w:tabs>
            </w:pPr>
            <w:r>
              <w:tab/>
              <w:t>EEP</w:t>
            </w:r>
            <w:r w:rsidR="002E7923">
              <w:t xml:space="preserve"> Committee</w:t>
            </w:r>
          </w:p>
          <w:p w14:paraId="7340E4E9" w14:textId="122D1812" w:rsidR="009B4067" w:rsidRDefault="009B4067" w:rsidP="00543A41">
            <w:pPr>
              <w:tabs>
                <w:tab w:val="left" w:pos="851"/>
              </w:tabs>
            </w:pPr>
            <w:r>
              <w:t xml:space="preserve">              VTS Committee</w:t>
            </w:r>
          </w:p>
          <w:p w14:paraId="72A89BC1" w14:textId="6C960DB7" w:rsidR="000D6ADA" w:rsidRPr="00F3429A" w:rsidRDefault="000D6ADA" w:rsidP="00543A41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14:paraId="496C280F" w14:textId="19651EC3" w:rsidR="000348ED" w:rsidRPr="00F3429A" w:rsidRDefault="009B4067" w:rsidP="00F3429A">
            <w:pPr>
              <w:jc w:val="right"/>
            </w:pPr>
            <w:r>
              <w:t>XX September</w:t>
            </w:r>
            <w:r w:rsidR="00543A41">
              <w:t xml:space="preserve"> 2013</w:t>
            </w:r>
          </w:p>
        </w:tc>
      </w:tr>
      <w:tr w:rsidR="009B4067" w:rsidRPr="00F3429A" w14:paraId="1CCA2654" w14:textId="77777777" w:rsidTr="00050DA7">
        <w:tc>
          <w:tcPr>
            <w:tcW w:w="4428" w:type="dxa"/>
          </w:tcPr>
          <w:p w14:paraId="4AE3BF68" w14:textId="77777777" w:rsidR="009B4067" w:rsidRPr="00F3429A" w:rsidRDefault="009B4067" w:rsidP="00543A41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14:paraId="1E32C55C" w14:textId="77777777" w:rsidR="009B4067" w:rsidRDefault="009B4067" w:rsidP="00F3429A">
            <w:pPr>
              <w:jc w:val="right"/>
            </w:pPr>
          </w:p>
        </w:tc>
      </w:tr>
    </w:tbl>
    <w:p w14:paraId="055E5E51" w14:textId="77777777" w:rsidR="00EB31D0" w:rsidRDefault="00EB31D0" w:rsidP="005D05AC">
      <w:pPr>
        <w:pStyle w:val="Title"/>
        <w:spacing w:after="120"/>
        <w:rPr>
          <w:color w:val="000000"/>
        </w:rPr>
      </w:pPr>
    </w:p>
    <w:p w14:paraId="1054FBDB" w14:textId="678276FB" w:rsidR="000348ED" w:rsidRDefault="00F3429A" w:rsidP="005D05AC">
      <w:pPr>
        <w:pStyle w:val="Title"/>
        <w:spacing w:after="120"/>
        <w:rPr>
          <w:color w:val="000000"/>
        </w:rPr>
      </w:pPr>
      <w:r w:rsidRPr="00F3429A">
        <w:rPr>
          <w:color w:val="000000"/>
        </w:rPr>
        <w:t xml:space="preserve">Liaison note to the </w:t>
      </w:r>
      <w:r w:rsidR="009B4067">
        <w:rPr>
          <w:color w:val="000000"/>
        </w:rPr>
        <w:t>ANM, EEP &amp; VTS</w:t>
      </w:r>
      <w:r w:rsidRPr="00F3429A">
        <w:rPr>
          <w:color w:val="000000"/>
        </w:rPr>
        <w:t xml:space="preserve"> Committee</w:t>
      </w:r>
      <w:r w:rsidR="009B4067">
        <w:rPr>
          <w:color w:val="000000"/>
        </w:rPr>
        <w:t>s</w:t>
      </w:r>
    </w:p>
    <w:p w14:paraId="274EBD67" w14:textId="77777777" w:rsidR="00543A41" w:rsidRPr="0097322E" w:rsidRDefault="00543A41" w:rsidP="00543A41">
      <w:pPr>
        <w:pStyle w:val="Title"/>
        <w:spacing w:after="120"/>
      </w:pPr>
      <w:r w:rsidRPr="0097322E">
        <w:rPr>
          <w:color w:val="000000"/>
        </w:rPr>
        <w:t>Input on Disaster Recovery</w:t>
      </w:r>
    </w:p>
    <w:p w14:paraId="12C4DEC7" w14:textId="77777777" w:rsidR="00543A41" w:rsidRPr="0097322E" w:rsidRDefault="00543A41" w:rsidP="00543A41">
      <w:pPr>
        <w:pStyle w:val="Heading1"/>
        <w:rPr>
          <w:lang w:val="en-GB"/>
        </w:rPr>
      </w:pPr>
      <w:r w:rsidRPr="0097322E">
        <w:rPr>
          <w:lang w:val="en-GB"/>
        </w:rPr>
        <w:t>Introduction</w:t>
      </w:r>
    </w:p>
    <w:p w14:paraId="131B618A" w14:textId="6106B595" w:rsidR="009B4067" w:rsidRDefault="00E90E17" w:rsidP="00543A41">
      <w:pPr>
        <w:pStyle w:val="BodyText"/>
      </w:pPr>
      <w:r>
        <w:t xml:space="preserve">With reference to </w:t>
      </w:r>
      <w:r w:rsidR="007A7350">
        <w:t xml:space="preserve">EEP20/output/21, </w:t>
      </w:r>
      <w:r w:rsidR="00201BD9">
        <w:t>ANM20/output/20</w:t>
      </w:r>
      <w:r w:rsidR="007A7350">
        <w:t xml:space="preserve"> and </w:t>
      </w:r>
      <w:r w:rsidR="00201BD9" w:rsidRPr="00950386">
        <w:t>VTS37</w:t>
      </w:r>
      <w:r w:rsidR="00201BD9">
        <w:t>-14.1.2.2</w:t>
      </w:r>
      <w:r w:rsidR="007A7350">
        <w:t>, the e-NAV</w:t>
      </w:r>
      <w:r>
        <w:t xml:space="preserve"> Committee was </w:t>
      </w:r>
      <w:r w:rsidR="00386A04">
        <w:t>invited</w:t>
      </w:r>
      <w:r>
        <w:t xml:space="preserve"> to respond to </w:t>
      </w:r>
      <w:r w:rsidR="00C206C5">
        <w:t xml:space="preserve">the </w:t>
      </w:r>
      <w:r w:rsidR="007A7350">
        <w:t>EEP, ANM and VTS</w:t>
      </w:r>
      <w:r w:rsidR="00C206C5">
        <w:t xml:space="preserve"> Committee</w:t>
      </w:r>
      <w:r w:rsidR="007A7350">
        <w:t>s, in relation to the development of a Disaster Recovery Guideline</w:t>
      </w:r>
      <w:r w:rsidR="000D6ADA">
        <w:t xml:space="preserve">.  </w:t>
      </w:r>
    </w:p>
    <w:p w14:paraId="25A34146" w14:textId="1C79A342" w:rsidR="00E90E17" w:rsidRDefault="000D6ADA" w:rsidP="00543A41">
      <w:pPr>
        <w:pStyle w:val="BodyText"/>
      </w:pPr>
      <w:r>
        <w:t>In reply the e-NAV Committee</w:t>
      </w:r>
      <w:r w:rsidR="00C206C5">
        <w:t>:</w:t>
      </w:r>
    </w:p>
    <w:p w14:paraId="373D9D0F" w14:textId="39994528" w:rsidR="007A7350" w:rsidRDefault="000D6ADA" w:rsidP="00E90E17">
      <w:pPr>
        <w:pStyle w:val="List1"/>
        <w:numPr>
          <w:ilvl w:val="0"/>
          <w:numId w:val="23"/>
        </w:numPr>
        <w:rPr>
          <w:lang w:val="en-GB"/>
        </w:rPr>
      </w:pPr>
      <w:r>
        <w:rPr>
          <w:lang w:val="en-GB"/>
        </w:rPr>
        <w:t>Acknowledges with thanks, that</w:t>
      </w:r>
      <w:r w:rsidR="007A7350">
        <w:rPr>
          <w:lang w:val="en-GB"/>
        </w:rPr>
        <w:t xml:space="preserve"> the ANM Committee will lead on the development of an IALA Guideline on Disaster Recovery </w:t>
      </w:r>
      <w:r w:rsidR="00807BBE">
        <w:rPr>
          <w:lang w:val="en-GB"/>
        </w:rPr>
        <w:t xml:space="preserve">during the </w:t>
      </w:r>
      <w:r w:rsidR="00EC3370">
        <w:rPr>
          <w:rStyle w:val="st1"/>
          <w:rFonts w:cs="Arial"/>
          <w:color w:val="000000"/>
          <w:lang w:val="en-AU" w:eastAsia="ja-JP"/>
        </w:rPr>
        <w:t>2014 - 2018 Work Programme.</w:t>
      </w:r>
    </w:p>
    <w:p w14:paraId="2A92B674" w14:textId="2C6172D0" w:rsidR="00807BBE" w:rsidRPr="006D227D" w:rsidRDefault="000D6ADA" w:rsidP="006D227D">
      <w:pPr>
        <w:pStyle w:val="List1"/>
        <w:numPr>
          <w:ilvl w:val="0"/>
          <w:numId w:val="23"/>
        </w:numPr>
        <w:rPr>
          <w:lang w:val="en-GB"/>
        </w:rPr>
      </w:pPr>
      <w:r>
        <w:rPr>
          <w:lang w:val="en-GB"/>
        </w:rPr>
        <w:t>Acknowledges</w:t>
      </w:r>
      <w:r w:rsidR="003178BB">
        <w:rPr>
          <w:lang w:val="en-GB"/>
        </w:rPr>
        <w:t xml:space="preserve"> the comment from the EEP Committee with regards to misleading information relating to section 4.3/3</w:t>
      </w:r>
      <w:r w:rsidR="009B4067">
        <w:rPr>
          <w:lang w:val="en-GB"/>
        </w:rPr>
        <w:t>, and the role of the ANM Committee in the development of the IALA Guideline</w:t>
      </w:r>
      <w:r w:rsidR="003178BB">
        <w:rPr>
          <w:lang w:val="en-GB"/>
        </w:rPr>
        <w:t xml:space="preserve">. </w:t>
      </w:r>
      <w:r w:rsidR="009B4067">
        <w:rPr>
          <w:lang w:val="en-GB"/>
        </w:rPr>
        <w:t xml:space="preserve">  </w:t>
      </w:r>
      <w:r w:rsidR="006D227D">
        <w:rPr>
          <w:lang w:val="en-GB"/>
        </w:rPr>
        <w:t>The e-NAV Committee is happy to provide additional information as required.</w:t>
      </w:r>
    </w:p>
    <w:p w14:paraId="64084C6D" w14:textId="37006F8F" w:rsidR="000D6ADA" w:rsidRDefault="000D6ADA" w:rsidP="00E90E17">
      <w:pPr>
        <w:pStyle w:val="List1"/>
        <w:numPr>
          <w:ilvl w:val="0"/>
          <w:numId w:val="23"/>
        </w:numPr>
        <w:rPr>
          <w:lang w:val="en-GB"/>
        </w:rPr>
      </w:pPr>
      <w:r>
        <w:rPr>
          <w:lang w:val="en-GB"/>
        </w:rPr>
        <w:t>Acknowledges the view of the VTS Committee that this work is multifac</w:t>
      </w:r>
      <w:r w:rsidR="00D56FC8">
        <w:rPr>
          <w:lang w:val="en-GB"/>
        </w:rPr>
        <w:t>e</w:t>
      </w:r>
      <w:r>
        <w:rPr>
          <w:lang w:val="en-GB"/>
        </w:rPr>
        <w:t>ted and will need an input from all Committees.  The e-NAV Committee is happy</w:t>
      </w:r>
      <w:r w:rsidR="009B4067">
        <w:rPr>
          <w:lang w:val="en-GB"/>
        </w:rPr>
        <w:t xml:space="preserve"> to provide additio</w:t>
      </w:r>
      <w:r>
        <w:rPr>
          <w:lang w:val="en-GB"/>
        </w:rPr>
        <w:t>n</w:t>
      </w:r>
      <w:r w:rsidR="009B4067">
        <w:rPr>
          <w:lang w:val="en-GB"/>
        </w:rPr>
        <w:t>al</w:t>
      </w:r>
      <w:r>
        <w:rPr>
          <w:lang w:val="en-GB"/>
        </w:rPr>
        <w:t xml:space="preserve"> information as required.</w:t>
      </w:r>
    </w:p>
    <w:p w14:paraId="556B9AD2" w14:textId="77777777" w:rsidR="00543A41" w:rsidRPr="0097322E" w:rsidRDefault="00543A41" w:rsidP="00543A41">
      <w:pPr>
        <w:pStyle w:val="Heading1"/>
        <w:rPr>
          <w:lang w:val="en-GB"/>
        </w:rPr>
      </w:pPr>
      <w:r w:rsidRPr="0097322E">
        <w:rPr>
          <w:lang w:val="en-GB"/>
        </w:rPr>
        <w:t>Action requested</w:t>
      </w:r>
    </w:p>
    <w:p w14:paraId="1C1F4973" w14:textId="2E052B99" w:rsidR="00543A41" w:rsidRPr="0097322E" w:rsidRDefault="00543A41" w:rsidP="00543A41">
      <w:pPr>
        <w:pStyle w:val="BodyText"/>
      </w:pPr>
      <w:r w:rsidRPr="0097322E">
        <w:t xml:space="preserve">The </w:t>
      </w:r>
      <w:r w:rsidR="00352C1A">
        <w:t>ANM</w:t>
      </w:r>
      <w:r w:rsidR="000D6ADA">
        <w:t>, EEP and VTS</w:t>
      </w:r>
      <w:r w:rsidR="00352C1A">
        <w:t xml:space="preserve"> </w:t>
      </w:r>
      <w:r w:rsidR="00E6591D">
        <w:t>Committee</w:t>
      </w:r>
      <w:r w:rsidR="00352C1A">
        <w:t>s</w:t>
      </w:r>
      <w:r w:rsidR="000D6ADA">
        <w:t xml:space="preserve"> are requested to </w:t>
      </w:r>
      <w:r w:rsidR="00201BD9">
        <w:t xml:space="preserve">consider the information provided, </w:t>
      </w:r>
      <w:r w:rsidR="000D6ADA">
        <w:t xml:space="preserve">but </w:t>
      </w:r>
      <w:r w:rsidR="00201BD9">
        <w:t xml:space="preserve">are not expected to respond </w:t>
      </w:r>
      <w:r w:rsidR="000D6ADA">
        <w:t>to the e-NAV Committee</w:t>
      </w:r>
      <w:r w:rsidR="00E6591D">
        <w:t>.</w:t>
      </w:r>
    </w:p>
    <w:p w14:paraId="77518E7A" w14:textId="77777777" w:rsidR="00630F7F" w:rsidRDefault="00630F7F" w:rsidP="00543A41">
      <w:pPr>
        <w:pStyle w:val="Title"/>
        <w:spacing w:after="120"/>
      </w:pPr>
    </w:p>
    <w:p w14:paraId="5280898F" w14:textId="77777777" w:rsidR="009E58C1" w:rsidRDefault="009E58C1" w:rsidP="00543A41">
      <w:pPr>
        <w:pStyle w:val="Title"/>
        <w:spacing w:after="120"/>
      </w:pPr>
    </w:p>
    <w:p w14:paraId="3B091A40" w14:textId="6FF105E5" w:rsidR="00437A72" w:rsidRPr="006D227D" w:rsidRDefault="00437A72" w:rsidP="006D227D">
      <w:pPr>
        <w:rPr>
          <w:rFonts w:cs="Arial"/>
          <w:b/>
          <w:bCs/>
          <w:kern w:val="28"/>
          <w:sz w:val="32"/>
          <w:szCs w:val="32"/>
        </w:rPr>
      </w:pPr>
    </w:p>
    <w:p w14:paraId="1BB00761" w14:textId="77777777" w:rsidR="009E58C1" w:rsidRPr="00542EB3" w:rsidRDefault="009E58C1" w:rsidP="00543A41">
      <w:pPr>
        <w:pStyle w:val="Title"/>
        <w:spacing w:after="120"/>
      </w:pPr>
    </w:p>
    <w:sectPr w:rsidR="009E58C1" w:rsidRPr="00542EB3" w:rsidSect="00773AA1">
      <w:headerReference w:type="default" r:id="rId9"/>
      <w:footerReference w:type="default" r:id="rId10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98C244" w14:textId="77777777" w:rsidR="0039799B" w:rsidRDefault="0039799B" w:rsidP="00002906">
      <w:r>
        <w:separator/>
      </w:r>
    </w:p>
  </w:endnote>
  <w:endnote w:type="continuationSeparator" w:id="0">
    <w:p w14:paraId="78193FDF" w14:textId="77777777" w:rsidR="0039799B" w:rsidRDefault="0039799B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C3C4B3" w14:textId="77777777" w:rsidR="00773AA1" w:rsidRDefault="00773AA1">
    <w:pPr>
      <w:pStyle w:val="Footer"/>
    </w:pPr>
    <w:r>
      <w:tab/>
    </w: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B255DA"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0C3AE" w14:textId="77777777" w:rsidR="0039799B" w:rsidRDefault="0039799B" w:rsidP="00002906">
      <w:r>
        <w:separator/>
      </w:r>
    </w:p>
  </w:footnote>
  <w:footnote w:type="continuationSeparator" w:id="0">
    <w:p w14:paraId="5DC93AE9" w14:textId="77777777" w:rsidR="0039799B" w:rsidRDefault="0039799B" w:rsidP="00002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981CB9" w14:textId="6792E495" w:rsidR="00B255DA" w:rsidRDefault="00B255DA">
    <w:pPr>
      <w:pStyle w:val="Header"/>
    </w:pPr>
    <w:r>
      <w:t>EEP21-8.1.5</w:t>
    </w:r>
  </w:p>
  <w:p w14:paraId="3FA08D2B" w14:textId="0958203E" w:rsidR="0072068D" w:rsidRDefault="00B255DA">
    <w:pPr>
      <w:pStyle w:val="Header"/>
    </w:pPr>
    <w:r>
      <w:t xml:space="preserve">Formerly </w:t>
    </w:r>
    <w:r w:rsidR="0072068D">
      <w:t>e</w:t>
    </w:r>
    <w:r w:rsidR="001045D7">
      <w:t>-NAV14-17.1.2.4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24814CF"/>
    <w:multiLevelType w:val="hybridMultilevel"/>
    <w:tmpl w:val="F3B060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6598DA5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E4D25E3"/>
    <w:multiLevelType w:val="multilevel"/>
    <w:tmpl w:val="948AEC9E"/>
    <w:lvl w:ilvl="0">
      <w:start w:val="1"/>
      <w:numFmt w:val="decimal"/>
      <w:pStyle w:val="AnnexHead1"/>
      <w:lvlText w:val="%1"/>
      <w:lvlJc w:val="left"/>
      <w:pPr>
        <w:ind w:left="567" w:hanging="567"/>
      </w:pPr>
      <w:rPr>
        <w:rFonts w:ascii="Arial Bold" w:hAnsi="Arial Bold" w:hint="default"/>
        <w:b/>
        <w:bCs/>
        <w:i w:val="0"/>
        <w:iCs w:val="0"/>
        <w:caps/>
        <w:sz w:val="24"/>
        <w:szCs w:val="24"/>
      </w:rPr>
    </w:lvl>
    <w:lvl w:ilvl="1">
      <w:start w:val="1"/>
      <w:numFmt w:val="decimal"/>
      <w:pStyle w:val="AnnexHead2"/>
      <w:lvlText w:val="%1.%2"/>
      <w:lvlJc w:val="left"/>
      <w:pPr>
        <w:ind w:left="851" w:hanging="851"/>
      </w:pPr>
      <w:rPr>
        <w:rFonts w:ascii="Arial Bold" w:hAnsi="Arial Bold" w:hint="default"/>
        <w:b/>
        <w:bCs/>
        <w:i w:val="0"/>
        <w:iCs w:val="0"/>
        <w:sz w:val="22"/>
        <w:szCs w:val="22"/>
      </w:rPr>
    </w:lvl>
    <w:lvl w:ilvl="2">
      <w:start w:val="1"/>
      <w:numFmt w:val="decimal"/>
      <w:pStyle w:val="AnnexHead3"/>
      <w:lvlText w:val="%1.%2.%3"/>
      <w:lvlJc w:val="left"/>
      <w:pPr>
        <w:ind w:left="992" w:hanging="992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0"/>
        </w:tabs>
        <w:ind w:left="1134" w:hanging="1134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0"/>
  </w:num>
  <w:num w:numId="9">
    <w:abstractNumId w:val="4"/>
  </w:num>
  <w:num w:numId="10">
    <w:abstractNumId w:val="11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3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6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29A"/>
    <w:rsid w:val="00002906"/>
    <w:rsid w:val="00031A92"/>
    <w:rsid w:val="000348ED"/>
    <w:rsid w:val="00036801"/>
    <w:rsid w:val="00050DA7"/>
    <w:rsid w:val="000A5A01"/>
    <w:rsid w:val="000D6ADA"/>
    <w:rsid w:val="001045D7"/>
    <w:rsid w:val="00135447"/>
    <w:rsid w:val="00152273"/>
    <w:rsid w:val="001A654A"/>
    <w:rsid w:val="001C74CF"/>
    <w:rsid w:val="001F6B70"/>
    <w:rsid w:val="00201BD9"/>
    <w:rsid w:val="002054E2"/>
    <w:rsid w:val="00211FDC"/>
    <w:rsid w:val="002E7923"/>
    <w:rsid w:val="003178BB"/>
    <w:rsid w:val="00352C1A"/>
    <w:rsid w:val="0037726E"/>
    <w:rsid w:val="00386A04"/>
    <w:rsid w:val="0039799B"/>
    <w:rsid w:val="003C0E66"/>
    <w:rsid w:val="003D55DD"/>
    <w:rsid w:val="003E1831"/>
    <w:rsid w:val="00424954"/>
    <w:rsid w:val="00437A72"/>
    <w:rsid w:val="004922AC"/>
    <w:rsid w:val="004C1386"/>
    <w:rsid w:val="004C220D"/>
    <w:rsid w:val="004F5685"/>
    <w:rsid w:val="00520BFD"/>
    <w:rsid w:val="00542EB3"/>
    <w:rsid w:val="00543A41"/>
    <w:rsid w:val="005651EA"/>
    <w:rsid w:val="005D05AC"/>
    <w:rsid w:val="00630F7F"/>
    <w:rsid w:val="0064435F"/>
    <w:rsid w:val="00650964"/>
    <w:rsid w:val="006576E9"/>
    <w:rsid w:val="006D227D"/>
    <w:rsid w:val="006D470F"/>
    <w:rsid w:val="0072068D"/>
    <w:rsid w:val="00727E88"/>
    <w:rsid w:val="00773AA1"/>
    <w:rsid w:val="00775878"/>
    <w:rsid w:val="007A7350"/>
    <w:rsid w:val="0080092C"/>
    <w:rsid w:val="008064B1"/>
    <w:rsid w:val="00807BBE"/>
    <w:rsid w:val="00872453"/>
    <w:rsid w:val="008F13DD"/>
    <w:rsid w:val="00902AA4"/>
    <w:rsid w:val="009B4067"/>
    <w:rsid w:val="009E58C1"/>
    <w:rsid w:val="009F3B6C"/>
    <w:rsid w:val="009F5C36"/>
    <w:rsid w:val="00A27F12"/>
    <w:rsid w:val="00A30579"/>
    <w:rsid w:val="00AA76C0"/>
    <w:rsid w:val="00AD673D"/>
    <w:rsid w:val="00B077EC"/>
    <w:rsid w:val="00B15B24"/>
    <w:rsid w:val="00B255DA"/>
    <w:rsid w:val="00B8247E"/>
    <w:rsid w:val="00BC1DF5"/>
    <w:rsid w:val="00BF54E9"/>
    <w:rsid w:val="00C206C5"/>
    <w:rsid w:val="00C73CDC"/>
    <w:rsid w:val="00CA04AF"/>
    <w:rsid w:val="00D56FC8"/>
    <w:rsid w:val="00DE4640"/>
    <w:rsid w:val="00E03262"/>
    <w:rsid w:val="00E14A7D"/>
    <w:rsid w:val="00E317F2"/>
    <w:rsid w:val="00E6591D"/>
    <w:rsid w:val="00E90E17"/>
    <w:rsid w:val="00E93C9B"/>
    <w:rsid w:val="00EB31D0"/>
    <w:rsid w:val="00EC3370"/>
    <w:rsid w:val="00ED09F8"/>
    <w:rsid w:val="00EE3F2F"/>
    <w:rsid w:val="00F3429A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475E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noProof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42EB3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st1">
    <w:name w:val="st1"/>
    <w:basedOn w:val="DefaultParagraphFont"/>
    <w:rsid w:val="00EC3370"/>
  </w:style>
  <w:style w:type="paragraph" w:customStyle="1" w:styleId="AnnexHead1">
    <w:name w:val="Annex Head 1"/>
    <w:basedOn w:val="Normal"/>
    <w:next w:val="BodyText"/>
    <w:rsid w:val="009E58C1"/>
    <w:pPr>
      <w:numPr>
        <w:numId w:val="26"/>
      </w:numPr>
      <w:spacing w:before="240" w:after="120"/>
    </w:pPr>
    <w:rPr>
      <w:rFonts w:eastAsia="Calibri" w:cs="Calibri"/>
      <w:b/>
      <w:bCs/>
      <w:caps/>
      <w:noProof w:val="0"/>
      <w:sz w:val="24"/>
      <w:szCs w:val="24"/>
      <w:lang w:val="en-GB" w:eastAsia="en-GB"/>
    </w:rPr>
  </w:style>
  <w:style w:type="paragraph" w:customStyle="1" w:styleId="AnnexHead2">
    <w:name w:val="Annex Head 2"/>
    <w:basedOn w:val="Normal"/>
    <w:next w:val="BodyText"/>
    <w:rsid w:val="009E58C1"/>
    <w:pPr>
      <w:numPr>
        <w:ilvl w:val="1"/>
        <w:numId w:val="26"/>
      </w:numPr>
      <w:spacing w:before="120" w:after="120"/>
    </w:pPr>
    <w:rPr>
      <w:rFonts w:eastAsia="Calibri" w:cs="Calibri"/>
      <w:b/>
      <w:noProof w:val="0"/>
      <w:szCs w:val="22"/>
      <w:lang w:val="en-GB" w:eastAsia="en-GB"/>
    </w:rPr>
  </w:style>
  <w:style w:type="paragraph" w:customStyle="1" w:styleId="AnnexHead3">
    <w:name w:val="Annex Head 3"/>
    <w:basedOn w:val="Normal"/>
    <w:next w:val="BodyText"/>
    <w:rsid w:val="009E58C1"/>
    <w:pPr>
      <w:numPr>
        <w:ilvl w:val="2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  <w:style w:type="paragraph" w:customStyle="1" w:styleId="AnnexHead4">
    <w:name w:val="Annex Head 4"/>
    <w:basedOn w:val="Normal"/>
    <w:next w:val="BodyText"/>
    <w:rsid w:val="009E58C1"/>
    <w:pPr>
      <w:numPr>
        <w:ilvl w:val="3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noProof/>
      <w:sz w:val="22"/>
      <w:lang w:val="en-AU"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542EB3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character" w:customStyle="1" w:styleId="st1">
    <w:name w:val="st1"/>
    <w:basedOn w:val="DefaultParagraphFont"/>
    <w:rsid w:val="00EC3370"/>
  </w:style>
  <w:style w:type="paragraph" w:customStyle="1" w:styleId="AnnexHead1">
    <w:name w:val="Annex Head 1"/>
    <w:basedOn w:val="Normal"/>
    <w:next w:val="BodyText"/>
    <w:rsid w:val="009E58C1"/>
    <w:pPr>
      <w:numPr>
        <w:numId w:val="26"/>
      </w:numPr>
      <w:spacing w:before="240" w:after="120"/>
    </w:pPr>
    <w:rPr>
      <w:rFonts w:eastAsia="Calibri" w:cs="Calibri"/>
      <w:b/>
      <w:bCs/>
      <w:caps/>
      <w:noProof w:val="0"/>
      <w:sz w:val="24"/>
      <w:szCs w:val="24"/>
      <w:lang w:val="en-GB" w:eastAsia="en-GB"/>
    </w:rPr>
  </w:style>
  <w:style w:type="paragraph" w:customStyle="1" w:styleId="AnnexHead2">
    <w:name w:val="Annex Head 2"/>
    <w:basedOn w:val="Normal"/>
    <w:next w:val="BodyText"/>
    <w:rsid w:val="009E58C1"/>
    <w:pPr>
      <w:numPr>
        <w:ilvl w:val="1"/>
        <w:numId w:val="26"/>
      </w:numPr>
      <w:spacing w:before="120" w:after="120"/>
    </w:pPr>
    <w:rPr>
      <w:rFonts w:eastAsia="Calibri" w:cs="Calibri"/>
      <w:b/>
      <w:noProof w:val="0"/>
      <w:szCs w:val="22"/>
      <w:lang w:val="en-GB" w:eastAsia="en-GB"/>
    </w:rPr>
  </w:style>
  <w:style w:type="paragraph" w:customStyle="1" w:styleId="AnnexHead3">
    <w:name w:val="Annex Head 3"/>
    <w:basedOn w:val="Normal"/>
    <w:next w:val="BodyText"/>
    <w:rsid w:val="009E58C1"/>
    <w:pPr>
      <w:numPr>
        <w:ilvl w:val="2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  <w:style w:type="paragraph" w:customStyle="1" w:styleId="AnnexHead4">
    <w:name w:val="Annex Head 4"/>
    <w:basedOn w:val="Normal"/>
    <w:next w:val="BodyText"/>
    <w:rsid w:val="009E58C1"/>
    <w:pPr>
      <w:numPr>
        <w:ilvl w:val="3"/>
        <w:numId w:val="26"/>
      </w:numPr>
      <w:spacing w:before="120" w:after="120"/>
    </w:pPr>
    <w:rPr>
      <w:rFonts w:eastAsia="Calibri" w:cs="Calibri"/>
      <w:noProof w:val="0"/>
      <w:szCs w:val="22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xa\Desktop\e-NAV12\Output\e-NAV%2012%20Liaison%20to%20EE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5BC0F-638E-44B9-A388-C7E005525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e-NAV 12 Liaison to EEP.dotx</Template>
  <TotalTime>72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Alimchandani, Mahesh</dc:creator>
  <cp:lastModifiedBy>Seamus Doyle</cp:lastModifiedBy>
  <cp:revision>12</cp:revision>
  <cp:lastPrinted>2012-09-27T10:00:00Z</cp:lastPrinted>
  <dcterms:created xsi:type="dcterms:W3CDTF">2013-09-24T13:10:00Z</dcterms:created>
  <dcterms:modified xsi:type="dcterms:W3CDTF">2013-09-28T17:02:00Z</dcterms:modified>
</cp:coreProperties>
</file>